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63625464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672EE3">
            <w:rPr>
              <w:rStyle w:val="Nzevakce"/>
            </w:rPr>
            <w:t>7254</w:t>
          </w:r>
          <w:r w:rsidRPr="00B562DE">
            <w:rPr>
              <w:rStyle w:val="Nzevakce"/>
            </w:rPr>
            <w:t xml:space="preserve">) v km </w:t>
          </w:r>
          <w:r w:rsidR="00672EE3">
            <w:rPr>
              <w:rStyle w:val="Nzevakce"/>
            </w:rPr>
            <w:t>5,605 trati Olomouc – Opava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672E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672EE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672EE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672E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672E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2E4BD39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672EE3">
        <w:rPr>
          <w:i/>
        </w:rPr>
        <w:t>A</w:t>
      </w:r>
      <w:r w:rsidR="00A14215" w:rsidRPr="00B562DE">
        <w:rPr>
          <w:i/>
        </w:rPr>
        <w:t>_P</w:t>
      </w:r>
      <w:r w:rsidR="00672EE3">
        <w:rPr>
          <w:i/>
        </w:rPr>
        <w:t>7524</w:t>
      </w:r>
      <w:r w:rsidR="00F17F49" w:rsidRPr="00B562DE">
        <w:rPr>
          <w:i/>
        </w:rPr>
        <w:t>_</w:t>
      </w:r>
      <w:r w:rsidR="00672EE3">
        <w:rPr>
          <w:i/>
        </w:rPr>
        <w:t>požadavky na výkon a funkci</w:t>
      </w:r>
      <w:r w:rsidR="006C1C64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5D4536A4" w:rsidR="00A6753E" w:rsidRPr="00A6753E" w:rsidRDefault="00B562DE" w:rsidP="00672EE3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672EE3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7524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672EE3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5,605 trati Olomouc – Opava</w:t>
            </w:r>
            <w:bookmarkStart w:id="9" w:name="_GoBack"/>
            <w:bookmarkEnd w:id="9"/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2F8BDE2F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672EE3" w:rsidRPr="00B562DE">
        <w:rPr>
          <w:i/>
        </w:rPr>
        <w:t>Stavba_</w:t>
      </w:r>
      <w:r w:rsidR="00672EE3">
        <w:rPr>
          <w:i/>
        </w:rPr>
        <w:t>A</w:t>
      </w:r>
      <w:r w:rsidR="00672EE3" w:rsidRPr="00B562DE">
        <w:rPr>
          <w:i/>
        </w:rPr>
        <w:t>_P</w:t>
      </w:r>
      <w:r w:rsidR="00672EE3">
        <w:rPr>
          <w:i/>
        </w:rPr>
        <w:t>7524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7679090F" w:rsidR="0047076E" w:rsidRDefault="00F9234A" w:rsidP="006C1C64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672EE3" w:rsidRPr="00B562DE">
        <w:rPr>
          <w:i/>
        </w:rPr>
        <w:t>Stavba_</w:t>
      </w:r>
      <w:r w:rsidR="00672EE3">
        <w:rPr>
          <w:i/>
        </w:rPr>
        <w:t>A</w:t>
      </w:r>
      <w:r w:rsidR="00672EE3" w:rsidRPr="00B562DE">
        <w:rPr>
          <w:i/>
        </w:rPr>
        <w:t>_P</w:t>
      </w:r>
      <w:r w:rsidR="00672EE3">
        <w:rPr>
          <w:i/>
        </w:rPr>
        <w:t>7524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1021CCCD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672EE3" w:rsidRPr="00B562DE">
        <w:rPr>
          <w:i/>
        </w:rPr>
        <w:t>Stavba_</w:t>
      </w:r>
      <w:r w:rsidR="00672EE3">
        <w:rPr>
          <w:i/>
        </w:rPr>
        <w:t>A</w:t>
      </w:r>
      <w:r w:rsidR="00672EE3" w:rsidRPr="00B562DE">
        <w:rPr>
          <w:i/>
        </w:rPr>
        <w:t>_P</w:t>
      </w:r>
      <w:r w:rsidR="00672EE3">
        <w:rPr>
          <w:i/>
        </w:rPr>
        <w:t>7524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2E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2EE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672EE3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72EE3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(P7254) v km 5,605 trati Olomouc – Opava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672EE3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72EE3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(P7254) v km 5,605 trati Olomouc – Opava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2E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2EE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2EE3"/>
    <w:rsid w:val="006776B6"/>
    <w:rsid w:val="00693150"/>
    <w:rsid w:val="006A5570"/>
    <w:rsid w:val="006A689C"/>
    <w:rsid w:val="006B3D79"/>
    <w:rsid w:val="006B6FE4"/>
    <w:rsid w:val="006C1C6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704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2D99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F2A09"/>
    <w:rsid w:val="00F016C7"/>
    <w:rsid w:val="00F12DEC"/>
    <w:rsid w:val="00F148AF"/>
    <w:rsid w:val="00F1715C"/>
    <w:rsid w:val="00F17F49"/>
    <w:rsid w:val="00F24034"/>
    <w:rsid w:val="00F310F8"/>
    <w:rsid w:val="00F32B0D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95E51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DA1CBF-A5AB-4B6A-B363-810C6625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3</TotalTime>
  <Pages>6</Pages>
  <Words>1588</Words>
  <Characters>9372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2021-02-24T10:22:00Z</dcterms:created>
  <dcterms:modified xsi:type="dcterms:W3CDTF">2021-02-24T10:25:00Z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